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C06DE71" w14:textId="24F1F8EB" w:rsidR="000C4E5D" w:rsidRPr="0057173B" w:rsidRDefault="000D5F40" w:rsidP="000C4E5D">
      <w:pPr>
        <w:spacing w:before="0" w:after="0"/>
        <w:rPr>
          <w:rFonts w:ascii="Comic Sans MS" w:hAnsi="Comic Sans MS"/>
          <w:szCs w:val="24"/>
        </w:rPr>
      </w:pPr>
      <w:r>
        <w:rPr>
          <w:rFonts w:ascii="Comic Sans MS" w:hAnsi="Comic Sans MS"/>
          <w:sz w:val="32"/>
          <w:szCs w:val="32"/>
        </w:rPr>
        <w:t xml:space="preserve">04 </w:t>
      </w:r>
      <w:r w:rsidR="000C4E5D" w:rsidRPr="0057173B">
        <w:rPr>
          <w:rFonts w:ascii="Comic Sans MS" w:hAnsi="Comic Sans MS"/>
          <w:sz w:val="32"/>
          <w:szCs w:val="32"/>
        </w:rPr>
        <w:t>Stempelrally</w:t>
      </w:r>
      <w:r w:rsidR="000C4E5D">
        <w:rPr>
          <w:rFonts w:ascii="Comic Sans MS" w:hAnsi="Comic Sans MS"/>
          <w:sz w:val="32"/>
          <w:szCs w:val="32"/>
        </w:rPr>
        <w:t xml:space="preserve"> </w:t>
      </w:r>
      <w:r w:rsidR="00526722">
        <w:rPr>
          <w:rFonts w:ascii="Comic Sans MS" w:hAnsi="Comic Sans MS"/>
          <w:sz w:val="32"/>
          <w:szCs w:val="32"/>
        </w:rPr>
        <w:t>Sprechmelodie</w:t>
      </w:r>
      <w:r w:rsidR="000C4E5D" w:rsidRPr="0057173B">
        <w:rPr>
          <w:rFonts w:ascii="Comic Sans MS" w:hAnsi="Comic Sans MS"/>
          <w:sz w:val="32"/>
          <w:szCs w:val="32"/>
        </w:rPr>
        <w:t xml:space="preserve">: </w:t>
      </w:r>
      <w:r w:rsidR="00526722">
        <w:rPr>
          <w:rFonts w:ascii="Comic Sans MS" w:hAnsi="Comic Sans MS"/>
          <w:sz w:val="32"/>
          <w:szCs w:val="32"/>
        </w:rPr>
        <w:t>gern</w:t>
      </w:r>
      <w:r>
        <w:rPr>
          <w:rFonts w:ascii="Comic Sans MS" w:hAnsi="Comic Sans MS"/>
          <w:sz w:val="32"/>
          <w:szCs w:val="32"/>
        </w:rPr>
        <w:t>, gut</w:t>
      </w:r>
      <w:r w:rsidR="00526722">
        <w:rPr>
          <w:rFonts w:ascii="Comic Sans MS" w:hAnsi="Comic Sans MS"/>
          <w:sz w:val="32"/>
          <w:szCs w:val="32"/>
        </w:rPr>
        <w:t xml:space="preserve">, oft </w:t>
      </w:r>
      <w:r>
        <w:rPr>
          <w:rFonts w:ascii="Comic Sans MS" w:hAnsi="Comic Sans MS"/>
          <w:sz w:val="32"/>
          <w:szCs w:val="32"/>
        </w:rPr>
        <w:t>–</w:t>
      </w:r>
      <w:r w:rsidR="00526722">
        <w:rPr>
          <w:rFonts w:ascii="Comic Sans MS" w:hAnsi="Comic Sans MS"/>
          <w:sz w:val="32"/>
          <w:szCs w:val="32"/>
        </w:rPr>
        <w:t xml:space="preserve"> </w:t>
      </w:r>
      <w:r>
        <w:rPr>
          <w:rFonts w:ascii="Comic Sans MS" w:hAnsi="Comic Sans MS"/>
          <w:sz w:val="32"/>
          <w:szCs w:val="32"/>
        </w:rPr>
        <w:t>nicht gern, schlecht, nie</w:t>
      </w:r>
    </w:p>
    <w:tbl>
      <w:tblPr>
        <w:tblStyle w:val="af9"/>
        <w:tblW w:w="0" w:type="auto"/>
        <w:tblInd w:w="108" w:type="dxa"/>
        <w:tblLook w:val="04A0" w:firstRow="1" w:lastRow="0" w:firstColumn="1" w:lastColumn="0" w:noHBand="0" w:noVBand="1"/>
      </w:tblPr>
      <w:tblGrid>
        <w:gridCol w:w="8789"/>
        <w:gridCol w:w="482"/>
        <w:gridCol w:w="482"/>
        <w:gridCol w:w="482"/>
        <w:gridCol w:w="482"/>
        <w:gridCol w:w="482"/>
      </w:tblGrid>
      <w:tr w:rsidR="000D5F40" w:rsidRPr="00913A6B" w14:paraId="42BF71FB" w14:textId="77777777" w:rsidTr="009F4334">
        <w:trPr>
          <w:trHeight w:val="716"/>
        </w:trPr>
        <w:tc>
          <w:tcPr>
            <w:tcW w:w="8789" w:type="dxa"/>
            <w:tcBorders>
              <w:top w:val="nil"/>
              <w:left w:val="nil"/>
              <w:bottom w:val="single" w:sz="4" w:space="0" w:color="auto"/>
              <w:right w:val="nil"/>
            </w:tcBorders>
            <w:vAlign w:val="bottom"/>
          </w:tcPr>
          <w:p w14:paraId="3E90794E" w14:textId="73D8F1BA" w:rsidR="000D5F40" w:rsidRPr="00C46AF7" w:rsidRDefault="000D5F40" w:rsidP="00416B7C">
            <w:pPr>
              <w:rPr>
                <w:rStyle w:val="afc"/>
                <w:rFonts w:ascii="Comic Sans MS" w:hAnsi="Comic Sans MS"/>
                <w:szCs w:val="40"/>
              </w:rPr>
            </w:pPr>
            <w:r w:rsidRPr="00C46AF7">
              <w:rPr>
                <w:rFonts w:ascii="Comic Sans MS" w:hAnsi="Comic Sans MS"/>
              </w:rPr>
              <w:t xml:space="preserve">Schreiben: </w:t>
            </w:r>
            <w:r>
              <w:rPr>
                <w:rFonts w:ascii="Comic Sans MS" w:hAnsi="Comic Sans MS"/>
              </w:rPr>
              <w:t>Fußball spielen, gern (Oder: oft)</w:t>
            </w:r>
            <w:r w:rsidRPr="00C46AF7">
              <w:rPr>
                <w:rFonts w:ascii="Comic Sans MS" w:hAnsi="Comic Sans MS"/>
              </w:rPr>
              <w:t xml:space="preserve"> </w:t>
            </w:r>
            <w:r w:rsidRPr="00C46AF7">
              <w:rPr>
                <w:rFonts w:ascii="Comic Sans MS" w:hAnsi="Comic Sans MS"/>
              </w:rPr>
              <w:br/>
              <w:t xml:space="preserve">Sagen: </w:t>
            </w:r>
            <w:r>
              <w:rPr>
                <w:rFonts w:ascii="Comic Sans MS" w:hAnsi="Comic Sans MS"/>
              </w:rPr>
              <w:t>Spielst du gern Fußball? (Oder: Spielst du oft Fußball?)</w:t>
            </w:r>
          </w:p>
        </w:tc>
        <w:tc>
          <w:tcPr>
            <w:tcW w:w="2410" w:type="dxa"/>
            <w:gridSpan w:val="5"/>
            <w:tcBorders>
              <w:top w:val="nil"/>
              <w:left w:val="nil"/>
              <w:bottom w:val="nil"/>
              <w:right w:val="nil"/>
            </w:tcBorders>
            <w:vAlign w:val="bottom"/>
          </w:tcPr>
          <w:p w14:paraId="6D006213" w14:textId="58B6DEE4" w:rsidR="000D5F40" w:rsidRPr="00913A6B" w:rsidRDefault="000D5F40" w:rsidP="00416B7C">
            <w:pPr>
              <w:jc w:val="center"/>
              <w:rPr>
                <w:rStyle w:val="afc"/>
                <w:rFonts w:ascii="Comic Sans MS" w:hAnsi="Comic Sans MS"/>
                <w:sz w:val="28"/>
                <w:szCs w:val="28"/>
              </w:rPr>
            </w:pPr>
            <w:r>
              <w:rPr>
                <w:noProof/>
                <w:szCs w:val="40"/>
                <w:lang w:val="en-US" w:eastAsia="ja-JP" w:bidi="ar-SA"/>
              </w:rPr>
              <w:drawing>
                <wp:inline distT="0" distB="0" distL="0" distR="0" wp14:anchorId="7A91B980" wp14:editId="43865A30">
                  <wp:extent cx="1380490" cy="2343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inline>
              </w:drawing>
            </w:r>
          </w:p>
        </w:tc>
      </w:tr>
      <w:tr w:rsidR="000C4E5D" w:rsidRPr="00913A6B" w14:paraId="62BED1C6" w14:textId="77777777" w:rsidTr="00416B7C">
        <w:trPr>
          <w:trHeight w:val="716"/>
        </w:trPr>
        <w:tc>
          <w:tcPr>
            <w:tcW w:w="8789" w:type="dxa"/>
            <w:tcBorders>
              <w:top w:val="single" w:sz="4" w:space="0" w:color="auto"/>
              <w:left w:val="nil"/>
              <w:bottom w:val="single" w:sz="4" w:space="0" w:color="auto"/>
              <w:right w:val="nil"/>
            </w:tcBorders>
            <w:vAlign w:val="bottom"/>
          </w:tcPr>
          <w:p w14:paraId="4584866C"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0825A7B8"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79FE016"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B648635"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A7D6D68"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8DAF390"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21601B3C" w14:textId="77777777" w:rsidTr="00416B7C">
        <w:trPr>
          <w:trHeight w:val="716"/>
        </w:trPr>
        <w:tc>
          <w:tcPr>
            <w:tcW w:w="8789" w:type="dxa"/>
            <w:tcBorders>
              <w:top w:val="single" w:sz="4" w:space="0" w:color="auto"/>
              <w:left w:val="nil"/>
              <w:bottom w:val="single" w:sz="4" w:space="0" w:color="auto"/>
              <w:right w:val="nil"/>
            </w:tcBorders>
            <w:vAlign w:val="bottom"/>
          </w:tcPr>
          <w:p w14:paraId="4D827970"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217995BB"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071EAD1"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D4A437F"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50C245E"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DDC240F"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1D584037" w14:textId="77777777" w:rsidTr="00416B7C">
        <w:trPr>
          <w:trHeight w:val="716"/>
        </w:trPr>
        <w:tc>
          <w:tcPr>
            <w:tcW w:w="8789" w:type="dxa"/>
            <w:tcBorders>
              <w:top w:val="single" w:sz="4" w:space="0" w:color="auto"/>
              <w:left w:val="nil"/>
              <w:bottom w:val="single" w:sz="4" w:space="0" w:color="auto"/>
              <w:right w:val="nil"/>
            </w:tcBorders>
            <w:vAlign w:val="bottom"/>
          </w:tcPr>
          <w:p w14:paraId="7F0180B8"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77B40E53"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1966D2E"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2E74E43"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EB21DEE"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2331924"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02C63E1D" w14:textId="77777777" w:rsidTr="00416B7C">
        <w:trPr>
          <w:trHeight w:val="716"/>
        </w:trPr>
        <w:tc>
          <w:tcPr>
            <w:tcW w:w="8789" w:type="dxa"/>
            <w:tcBorders>
              <w:top w:val="single" w:sz="4" w:space="0" w:color="auto"/>
              <w:left w:val="nil"/>
              <w:bottom w:val="single" w:sz="4" w:space="0" w:color="auto"/>
              <w:right w:val="nil"/>
            </w:tcBorders>
            <w:vAlign w:val="bottom"/>
          </w:tcPr>
          <w:p w14:paraId="5DA4320E"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7F212623"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5C111DD"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AD71C95"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9705D0A"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6AE2B77"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5E12CF8B" w14:textId="77777777" w:rsidTr="00416B7C">
        <w:trPr>
          <w:trHeight w:val="716"/>
        </w:trPr>
        <w:tc>
          <w:tcPr>
            <w:tcW w:w="8789" w:type="dxa"/>
            <w:tcBorders>
              <w:top w:val="single" w:sz="4" w:space="0" w:color="auto"/>
              <w:left w:val="nil"/>
              <w:bottom w:val="single" w:sz="4" w:space="0" w:color="auto"/>
              <w:right w:val="nil"/>
            </w:tcBorders>
            <w:vAlign w:val="bottom"/>
          </w:tcPr>
          <w:p w14:paraId="0A4995C3"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4403084C"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3622DC2"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8823415"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614E3D8"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A75A39F"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5560786D" w14:textId="77777777" w:rsidTr="00416B7C">
        <w:trPr>
          <w:trHeight w:val="716"/>
        </w:trPr>
        <w:tc>
          <w:tcPr>
            <w:tcW w:w="8789" w:type="dxa"/>
            <w:tcBorders>
              <w:top w:val="single" w:sz="4" w:space="0" w:color="auto"/>
              <w:left w:val="nil"/>
              <w:bottom w:val="single" w:sz="4" w:space="0" w:color="auto"/>
              <w:right w:val="nil"/>
            </w:tcBorders>
            <w:vAlign w:val="bottom"/>
          </w:tcPr>
          <w:p w14:paraId="12B0FDF6"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2B0B8083"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34DF9A1"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16E7FBD"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7273F04"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7A94FA0"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53C144F4" w14:textId="77777777" w:rsidTr="00416B7C">
        <w:trPr>
          <w:trHeight w:val="716"/>
        </w:trPr>
        <w:tc>
          <w:tcPr>
            <w:tcW w:w="8789" w:type="dxa"/>
            <w:tcBorders>
              <w:top w:val="single" w:sz="4" w:space="0" w:color="auto"/>
              <w:left w:val="nil"/>
              <w:bottom w:val="single" w:sz="4" w:space="0" w:color="auto"/>
              <w:right w:val="nil"/>
            </w:tcBorders>
            <w:vAlign w:val="bottom"/>
          </w:tcPr>
          <w:p w14:paraId="70F8DC7D"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162FA106"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C410F2A"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6EF89A3"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E8001B7"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FCE989B"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C4E5D" w:rsidRPr="00913A6B" w14:paraId="20DE2A36" w14:textId="77777777" w:rsidTr="00416B7C">
        <w:trPr>
          <w:trHeight w:val="716"/>
        </w:trPr>
        <w:tc>
          <w:tcPr>
            <w:tcW w:w="8789" w:type="dxa"/>
            <w:tcBorders>
              <w:top w:val="single" w:sz="4" w:space="0" w:color="auto"/>
              <w:left w:val="nil"/>
              <w:bottom w:val="single" w:sz="4" w:space="0" w:color="auto"/>
              <w:right w:val="nil"/>
            </w:tcBorders>
            <w:vAlign w:val="bottom"/>
          </w:tcPr>
          <w:p w14:paraId="387F2BE5" w14:textId="77777777" w:rsidR="000C4E5D" w:rsidRPr="00913A6B" w:rsidRDefault="000C4E5D" w:rsidP="00416B7C">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01C3AF36"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B2554E0"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236004C"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CB65C2C"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AFAC181" w14:textId="77777777" w:rsidR="000C4E5D" w:rsidRPr="00913A6B" w:rsidRDefault="000C4E5D" w:rsidP="00416B7C">
            <w:pPr>
              <w:jc w:val="center"/>
              <w:rPr>
                <w:rStyle w:val="afc"/>
                <w:rFonts w:ascii="Comic Sans MS" w:hAnsi="Comic Sans MS"/>
                <w:sz w:val="28"/>
                <w:szCs w:val="28"/>
              </w:rPr>
            </w:pPr>
            <w:r w:rsidRPr="00913A6B">
              <w:rPr>
                <w:rFonts w:ascii="Comic Sans MS" w:hAnsi="Comic Sans MS"/>
                <w:sz w:val="28"/>
                <w:szCs w:val="28"/>
              </w:rPr>
              <w:sym w:font="Wingdings" w:char="F0A8"/>
            </w:r>
          </w:p>
        </w:tc>
      </w:tr>
    </w:tbl>
    <w:p w14:paraId="060623E0" w14:textId="77777777" w:rsidR="000C4E5D" w:rsidRDefault="000C4E5D" w:rsidP="000C4E5D"/>
    <w:p w14:paraId="349AFC14" w14:textId="747A3487" w:rsidR="000C4E5D" w:rsidRDefault="000C4E5D" w:rsidP="000C4E5D">
      <w:r>
        <w:sym w:font="Wingdings" w:char="F023"/>
      </w:r>
      <w:r>
        <w:t>___________________________________________________________________________________________</w:t>
      </w:r>
    </w:p>
    <w:p w14:paraId="0F3E229F" w14:textId="77777777" w:rsidR="000C4E5D" w:rsidRDefault="000C4E5D" w:rsidP="000C4E5D"/>
    <w:p w14:paraId="39563213" w14:textId="77777777" w:rsidR="000D5F40" w:rsidRPr="0057173B" w:rsidRDefault="000D5F40" w:rsidP="000D5F40">
      <w:pPr>
        <w:spacing w:before="0" w:after="0"/>
        <w:rPr>
          <w:rFonts w:ascii="Comic Sans MS" w:hAnsi="Comic Sans MS"/>
          <w:szCs w:val="24"/>
        </w:rPr>
      </w:pPr>
      <w:r>
        <w:rPr>
          <w:rFonts w:ascii="Comic Sans MS" w:hAnsi="Comic Sans MS"/>
          <w:sz w:val="32"/>
          <w:szCs w:val="32"/>
        </w:rPr>
        <w:t xml:space="preserve">04 </w:t>
      </w:r>
      <w:r w:rsidRPr="0057173B">
        <w:rPr>
          <w:rFonts w:ascii="Comic Sans MS" w:hAnsi="Comic Sans MS"/>
          <w:sz w:val="32"/>
          <w:szCs w:val="32"/>
        </w:rPr>
        <w:t>Stempelrally</w:t>
      </w:r>
      <w:r>
        <w:rPr>
          <w:rFonts w:ascii="Comic Sans MS" w:hAnsi="Comic Sans MS"/>
          <w:sz w:val="32"/>
          <w:szCs w:val="32"/>
        </w:rPr>
        <w:t xml:space="preserve"> Sprechmelodie</w:t>
      </w:r>
      <w:r w:rsidRPr="0057173B">
        <w:rPr>
          <w:rFonts w:ascii="Comic Sans MS" w:hAnsi="Comic Sans MS"/>
          <w:sz w:val="32"/>
          <w:szCs w:val="32"/>
        </w:rPr>
        <w:t xml:space="preserve">: </w:t>
      </w:r>
      <w:r>
        <w:rPr>
          <w:rFonts w:ascii="Comic Sans MS" w:hAnsi="Comic Sans MS"/>
          <w:sz w:val="32"/>
          <w:szCs w:val="32"/>
        </w:rPr>
        <w:t>gern, gut, oft – nicht gern, schlecht, nie</w:t>
      </w:r>
    </w:p>
    <w:tbl>
      <w:tblPr>
        <w:tblStyle w:val="af9"/>
        <w:tblW w:w="0" w:type="auto"/>
        <w:tblInd w:w="108" w:type="dxa"/>
        <w:tblLook w:val="04A0" w:firstRow="1" w:lastRow="0" w:firstColumn="1" w:lastColumn="0" w:noHBand="0" w:noVBand="1"/>
      </w:tblPr>
      <w:tblGrid>
        <w:gridCol w:w="8789"/>
        <w:gridCol w:w="482"/>
        <w:gridCol w:w="482"/>
        <w:gridCol w:w="482"/>
        <w:gridCol w:w="482"/>
        <w:gridCol w:w="482"/>
      </w:tblGrid>
      <w:tr w:rsidR="000D5F40" w:rsidRPr="00913A6B" w14:paraId="212F3EE0" w14:textId="77777777" w:rsidTr="008615DC">
        <w:trPr>
          <w:trHeight w:val="716"/>
        </w:trPr>
        <w:tc>
          <w:tcPr>
            <w:tcW w:w="8789" w:type="dxa"/>
            <w:tcBorders>
              <w:top w:val="nil"/>
              <w:left w:val="nil"/>
              <w:bottom w:val="single" w:sz="4" w:space="0" w:color="auto"/>
              <w:right w:val="nil"/>
            </w:tcBorders>
            <w:vAlign w:val="bottom"/>
          </w:tcPr>
          <w:p w14:paraId="3ACBCBBC" w14:textId="77777777" w:rsidR="000D5F40" w:rsidRPr="00C46AF7" w:rsidRDefault="000D5F40" w:rsidP="008615DC">
            <w:pPr>
              <w:rPr>
                <w:rStyle w:val="afc"/>
                <w:rFonts w:ascii="Comic Sans MS" w:hAnsi="Comic Sans MS"/>
                <w:szCs w:val="40"/>
              </w:rPr>
            </w:pPr>
            <w:r w:rsidRPr="00C46AF7">
              <w:rPr>
                <w:rFonts w:ascii="Comic Sans MS" w:hAnsi="Comic Sans MS"/>
              </w:rPr>
              <w:t xml:space="preserve">Schreiben: </w:t>
            </w:r>
            <w:r>
              <w:rPr>
                <w:rFonts w:ascii="Comic Sans MS" w:hAnsi="Comic Sans MS"/>
              </w:rPr>
              <w:t>Fußball spielen, gern (Oder: oft)</w:t>
            </w:r>
            <w:r w:rsidRPr="00C46AF7">
              <w:rPr>
                <w:rFonts w:ascii="Comic Sans MS" w:hAnsi="Comic Sans MS"/>
              </w:rPr>
              <w:t xml:space="preserve"> </w:t>
            </w:r>
            <w:r w:rsidRPr="00C46AF7">
              <w:rPr>
                <w:rFonts w:ascii="Comic Sans MS" w:hAnsi="Comic Sans MS"/>
              </w:rPr>
              <w:br/>
              <w:t xml:space="preserve">Sagen: </w:t>
            </w:r>
            <w:r>
              <w:rPr>
                <w:rFonts w:ascii="Comic Sans MS" w:hAnsi="Comic Sans MS"/>
              </w:rPr>
              <w:t>Spielst du gern Fußball? (Oder: Spielst du oft Fußball?)</w:t>
            </w:r>
          </w:p>
        </w:tc>
        <w:tc>
          <w:tcPr>
            <w:tcW w:w="2410" w:type="dxa"/>
            <w:gridSpan w:val="5"/>
            <w:tcBorders>
              <w:top w:val="nil"/>
              <w:left w:val="nil"/>
              <w:bottom w:val="nil"/>
              <w:right w:val="nil"/>
            </w:tcBorders>
            <w:vAlign w:val="bottom"/>
          </w:tcPr>
          <w:p w14:paraId="3753B40E" w14:textId="77777777" w:rsidR="000D5F40" w:rsidRPr="00913A6B" w:rsidRDefault="000D5F40" w:rsidP="008615DC">
            <w:pPr>
              <w:jc w:val="center"/>
              <w:rPr>
                <w:rStyle w:val="afc"/>
                <w:rFonts w:ascii="Comic Sans MS" w:hAnsi="Comic Sans MS"/>
                <w:sz w:val="28"/>
                <w:szCs w:val="28"/>
              </w:rPr>
            </w:pPr>
            <w:r>
              <w:rPr>
                <w:noProof/>
                <w:szCs w:val="40"/>
                <w:lang w:val="en-US" w:eastAsia="ja-JP" w:bidi="ar-SA"/>
              </w:rPr>
              <w:drawing>
                <wp:inline distT="0" distB="0" distL="0" distR="0" wp14:anchorId="002F40FC" wp14:editId="2FDCA68A">
                  <wp:extent cx="1380490" cy="2343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inline>
              </w:drawing>
            </w:r>
          </w:p>
        </w:tc>
      </w:tr>
      <w:tr w:rsidR="000D5F40" w:rsidRPr="00913A6B" w14:paraId="7B7DABEA" w14:textId="77777777" w:rsidTr="008615DC">
        <w:trPr>
          <w:trHeight w:val="716"/>
        </w:trPr>
        <w:tc>
          <w:tcPr>
            <w:tcW w:w="8789" w:type="dxa"/>
            <w:tcBorders>
              <w:top w:val="single" w:sz="4" w:space="0" w:color="auto"/>
              <w:left w:val="nil"/>
              <w:bottom w:val="single" w:sz="4" w:space="0" w:color="auto"/>
              <w:right w:val="nil"/>
            </w:tcBorders>
            <w:vAlign w:val="bottom"/>
          </w:tcPr>
          <w:p w14:paraId="2C8BDD49"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0CB4FF0E"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6A98525"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06593BE"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3E19572"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02F23D0"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10D0F5FE" w14:textId="77777777" w:rsidTr="008615DC">
        <w:trPr>
          <w:trHeight w:val="716"/>
        </w:trPr>
        <w:tc>
          <w:tcPr>
            <w:tcW w:w="8789" w:type="dxa"/>
            <w:tcBorders>
              <w:top w:val="single" w:sz="4" w:space="0" w:color="auto"/>
              <w:left w:val="nil"/>
              <w:bottom w:val="single" w:sz="4" w:space="0" w:color="auto"/>
              <w:right w:val="nil"/>
            </w:tcBorders>
            <w:vAlign w:val="bottom"/>
          </w:tcPr>
          <w:p w14:paraId="1F39298B"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6EFB84F2"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22834BF"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B7C4E8B"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ADDE518"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DAA7ED7"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7C46505D" w14:textId="77777777" w:rsidTr="008615DC">
        <w:trPr>
          <w:trHeight w:val="716"/>
        </w:trPr>
        <w:tc>
          <w:tcPr>
            <w:tcW w:w="8789" w:type="dxa"/>
            <w:tcBorders>
              <w:top w:val="single" w:sz="4" w:space="0" w:color="auto"/>
              <w:left w:val="nil"/>
              <w:bottom w:val="single" w:sz="4" w:space="0" w:color="auto"/>
              <w:right w:val="nil"/>
            </w:tcBorders>
            <w:vAlign w:val="bottom"/>
          </w:tcPr>
          <w:p w14:paraId="3B79DCBA"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4D15A209"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1F624A3"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AE8543C"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DF46586"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3E7BCE4"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5BA7628D" w14:textId="77777777" w:rsidTr="008615DC">
        <w:trPr>
          <w:trHeight w:val="716"/>
        </w:trPr>
        <w:tc>
          <w:tcPr>
            <w:tcW w:w="8789" w:type="dxa"/>
            <w:tcBorders>
              <w:top w:val="single" w:sz="4" w:space="0" w:color="auto"/>
              <w:left w:val="nil"/>
              <w:bottom w:val="single" w:sz="4" w:space="0" w:color="auto"/>
              <w:right w:val="nil"/>
            </w:tcBorders>
            <w:vAlign w:val="bottom"/>
          </w:tcPr>
          <w:p w14:paraId="30860250"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20137ABA"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657E5DF"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51A6D9D"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1EBCC18"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E018711"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19BB5094" w14:textId="77777777" w:rsidTr="008615DC">
        <w:trPr>
          <w:trHeight w:val="716"/>
        </w:trPr>
        <w:tc>
          <w:tcPr>
            <w:tcW w:w="8789" w:type="dxa"/>
            <w:tcBorders>
              <w:top w:val="single" w:sz="4" w:space="0" w:color="auto"/>
              <w:left w:val="nil"/>
              <w:bottom w:val="single" w:sz="4" w:space="0" w:color="auto"/>
              <w:right w:val="nil"/>
            </w:tcBorders>
            <w:vAlign w:val="bottom"/>
          </w:tcPr>
          <w:p w14:paraId="3F7CB116"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2DA2681E"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A81198B"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5BDD0BF"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DFE14C3"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76F73D3"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05DA4737" w14:textId="77777777" w:rsidTr="008615DC">
        <w:trPr>
          <w:trHeight w:val="716"/>
        </w:trPr>
        <w:tc>
          <w:tcPr>
            <w:tcW w:w="8789" w:type="dxa"/>
            <w:tcBorders>
              <w:top w:val="single" w:sz="4" w:space="0" w:color="auto"/>
              <w:left w:val="nil"/>
              <w:bottom w:val="single" w:sz="4" w:space="0" w:color="auto"/>
              <w:right w:val="nil"/>
            </w:tcBorders>
            <w:vAlign w:val="bottom"/>
          </w:tcPr>
          <w:p w14:paraId="420EF8F6"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5371BBE0"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D41574B"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EBEA6B2"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30DDB52"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5A3BEC4"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6C7B3ECB" w14:textId="77777777" w:rsidTr="008615DC">
        <w:trPr>
          <w:trHeight w:val="716"/>
        </w:trPr>
        <w:tc>
          <w:tcPr>
            <w:tcW w:w="8789" w:type="dxa"/>
            <w:tcBorders>
              <w:top w:val="single" w:sz="4" w:space="0" w:color="auto"/>
              <w:left w:val="nil"/>
              <w:bottom w:val="single" w:sz="4" w:space="0" w:color="auto"/>
              <w:right w:val="nil"/>
            </w:tcBorders>
            <w:vAlign w:val="bottom"/>
          </w:tcPr>
          <w:p w14:paraId="21EAAC93"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42EB4198"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64034EA"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83AE6E5"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6B8E2FE"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DE8F13A"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0D5F40" w:rsidRPr="00913A6B" w14:paraId="6D4160E6" w14:textId="77777777" w:rsidTr="008615DC">
        <w:trPr>
          <w:trHeight w:val="716"/>
        </w:trPr>
        <w:tc>
          <w:tcPr>
            <w:tcW w:w="8789" w:type="dxa"/>
            <w:tcBorders>
              <w:top w:val="single" w:sz="4" w:space="0" w:color="auto"/>
              <w:left w:val="nil"/>
              <w:bottom w:val="single" w:sz="4" w:space="0" w:color="auto"/>
              <w:right w:val="nil"/>
            </w:tcBorders>
            <w:vAlign w:val="bottom"/>
          </w:tcPr>
          <w:p w14:paraId="4F24F458" w14:textId="77777777" w:rsidR="000D5F40" w:rsidRPr="00913A6B" w:rsidRDefault="000D5F40" w:rsidP="000D5F40">
            <w:pPr>
              <w:pStyle w:val="a3"/>
              <w:numPr>
                <w:ilvl w:val="0"/>
                <w:numId w:val="14"/>
              </w:numPr>
              <w:rPr>
                <w:rStyle w:val="afc"/>
                <w:rFonts w:ascii="Comic Sans MS" w:hAnsi="Comic Sans MS"/>
                <w:szCs w:val="40"/>
              </w:rPr>
            </w:pPr>
          </w:p>
        </w:tc>
        <w:tc>
          <w:tcPr>
            <w:tcW w:w="482" w:type="dxa"/>
            <w:tcBorders>
              <w:top w:val="nil"/>
              <w:left w:val="nil"/>
              <w:bottom w:val="nil"/>
              <w:right w:val="nil"/>
            </w:tcBorders>
            <w:vAlign w:val="bottom"/>
          </w:tcPr>
          <w:p w14:paraId="57BEC4E2"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C94080A"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6053DB9"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21DD718"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DD19B57" w14:textId="77777777" w:rsidR="000D5F40" w:rsidRPr="00913A6B" w:rsidRDefault="000D5F40" w:rsidP="008615DC">
            <w:pPr>
              <w:jc w:val="center"/>
              <w:rPr>
                <w:rStyle w:val="afc"/>
                <w:rFonts w:ascii="Comic Sans MS" w:hAnsi="Comic Sans MS"/>
                <w:sz w:val="28"/>
                <w:szCs w:val="28"/>
              </w:rPr>
            </w:pPr>
            <w:r w:rsidRPr="00913A6B">
              <w:rPr>
                <w:rFonts w:ascii="Comic Sans MS" w:hAnsi="Comic Sans MS"/>
                <w:sz w:val="28"/>
                <w:szCs w:val="28"/>
              </w:rPr>
              <w:sym w:font="Wingdings" w:char="F0A8"/>
            </w:r>
          </w:p>
        </w:tc>
      </w:tr>
    </w:tbl>
    <w:p w14:paraId="076E3800" w14:textId="47E1A9CD" w:rsidR="00BC30B0" w:rsidRDefault="002A3286" w:rsidP="005B46C6">
      <w:pPr>
        <w:pStyle w:val="Auflistung1"/>
      </w:pPr>
      <w:r>
        <w:lastRenderedPageBreak/>
        <w:t xml:space="preserve">Ein </w:t>
      </w:r>
      <w:r w:rsidR="00F36460">
        <w:t>A4-</w:t>
      </w:r>
      <w:r>
        <w:t>Blatt für zwei Lernende.</w:t>
      </w:r>
      <w:r w:rsidR="005B46C6">
        <w:t xml:space="preserve"> </w:t>
      </w:r>
    </w:p>
    <w:p w14:paraId="09090FDF" w14:textId="3BB28F51" w:rsidR="000C4E5D" w:rsidRDefault="000C4E5D" w:rsidP="00BC30B0"/>
    <w:p w14:paraId="352F822C" w14:textId="77777777" w:rsidR="00DB773B" w:rsidRPr="004E6C22" w:rsidRDefault="00DB773B" w:rsidP="00DB773B">
      <w:pPr>
        <w:pStyle w:val="berschrift6"/>
      </w:pPr>
      <w:bookmarkStart w:id="0" w:name="_Hlk17226211"/>
      <w:bookmarkStart w:id="1" w:name="_Hlk16958276"/>
      <w:bookmarkStart w:id="2" w:name="_Hlk16968038"/>
      <w:r w:rsidRPr="004E6C22">
        <w:t>Regeln, Spielverlauf</w:t>
      </w:r>
    </w:p>
    <w:p w14:paraId="7AA19D36" w14:textId="77777777" w:rsidR="00DB773B" w:rsidRDefault="00DB773B" w:rsidP="00DB773B">
      <w:pPr>
        <w:pStyle w:val="Auflistung1"/>
        <w:ind w:left="360" w:hanging="360"/>
      </w:pPr>
      <w:bookmarkStart w:id="3" w:name="_Hlk16951712"/>
      <w:r w:rsidRPr="004E6C22">
        <w:t xml:space="preserve">Die Lernenden </w:t>
      </w:r>
      <w:r>
        <w:t>denken sich Fragen dazu aus, was sie gern oder nicht gern, oft oder selten tun. Dann schreiben Sie den Inhalt der Sätze als Stichpunkte in das Formular: z.</w:t>
      </w:r>
      <w:r>
        <w:rPr>
          <w:bCs/>
        </w:rPr>
        <w:t>B. „Fußball spielen, gern“</w:t>
      </w:r>
      <w:r>
        <w:t>.</w:t>
      </w:r>
      <w:r>
        <w:rPr>
          <w:rFonts w:hint="eastAsia"/>
        </w:rPr>
        <w:t xml:space="preserve"> </w:t>
      </w:r>
      <w:r>
        <w:t xml:space="preserve">Daraufhin gehen sie mit dem Arbeitsblatt im Klassenraum herum und fragen möglichst viele andere. Dabei müssen sie aus den Stichpunkten jedes Mal eine Frage formulieren, z.B. „Spielst du gern Fußball?“ (Es sind natürlich auch negative Fragen erlaubt: „Spielst du auch nicht gern Fußball“ </w:t>
      </w:r>
      <w:r w:rsidRPr="008130AD">
        <w:sym w:font="Wingdings" w:char="F0E0"/>
      </w:r>
      <w:r>
        <w:t xml:space="preserve"> „Doch“ oder „Nein“)</w:t>
      </w:r>
    </w:p>
    <w:p w14:paraId="2519088B" w14:textId="77777777" w:rsidR="00DB773B" w:rsidRPr="004E6C22" w:rsidRDefault="00DB773B" w:rsidP="00DB773B">
      <w:pPr>
        <w:pStyle w:val="Auflistung2"/>
        <w:ind w:left="720" w:right="240" w:hanging="360"/>
      </w:pPr>
      <w:r>
        <w:t>Wenn die Frage mit „Ja“ beantwortet wird, macht diejenige, die gefragt hat, ein Häkchen (</w:t>
      </w:r>
      <w:r w:rsidRPr="001F6609">
        <w:sym w:font="Wingdings" w:char="F0FC"/>
      </w:r>
      <w:r>
        <w:t>) in ein Kästchen hinter der Frage.</w:t>
      </w:r>
    </w:p>
    <w:p w14:paraId="4C6993F0" w14:textId="56EB2908" w:rsidR="00DB773B" w:rsidRDefault="00DB773B" w:rsidP="00DB773B">
      <w:pPr>
        <w:pStyle w:val="Auflistung1"/>
        <w:ind w:left="360" w:hanging="360"/>
      </w:pPr>
      <w:r>
        <w:rPr>
          <w:rFonts w:hint="eastAsia"/>
        </w:rPr>
        <w:t>Z</w:t>
      </w:r>
      <w:r>
        <w:t xml:space="preserve">iel ist es möglichst viele andere zu finden, die mit „Ja“ antworten. </w:t>
      </w:r>
    </w:p>
    <w:p w14:paraId="095D370E" w14:textId="77777777" w:rsidR="00DB773B" w:rsidRDefault="00DB773B" w:rsidP="00DB773B">
      <w:pPr>
        <w:pStyle w:val="Auflistung1"/>
        <w:ind w:left="360" w:hanging="360"/>
      </w:pPr>
      <w:r>
        <w:t>Geben Sie ungefähr alle 2 Minuten das Zeichen, die Partner zu wechseln.</w:t>
      </w:r>
      <w:bookmarkEnd w:id="3"/>
      <w:r>
        <w:t xml:space="preserve"> </w:t>
      </w:r>
    </w:p>
    <w:p w14:paraId="7939A03C" w14:textId="77777777" w:rsidR="00DB773B" w:rsidRDefault="00DB773B" w:rsidP="00DB773B"/>
    <w:p w14:paraId="2EADA79F" w14:textId="779A65A0" w:rsidR="000A0896" w:rsidRDefault="00DB773B" w:rsidP="00DB773B">
      <w:r w:rsidRPr="008214E0">
        <w:sym w:font="Wingdings" w:char="F046"/>
      </w:r>
      <w:r w:rsidRPr="008214E0">
        <w:t xml:space="preserve"> Hinweis:</w:t>
      </w:r>
      <w:r>
        <w:t xml:space="preserve"> Je nach Zeit und Niveau können natürlich auch weniger Fragen formuliert werden.</w:t>
      </w:r>
    </w:p>
    <w:bookmarkEnd w:id="0"/>
    <w:bookmarkEnd w:id="1"/>
    <w:p w14:paraId="7DEA6CEC" w14:textId="77777777" w:rsidR="000C4E5D" w:rsidRPr="0035787E" w:rsidRDefault="000C4E5D" w:rsidP="000C4E5D"/>
    <w:p w14:paraId="256188EE" w14:textId="075324D8" w:rsidR="000C4E5D" w:rsidRPr="004E6C22" w:rsidRDefault="000C4E5D" w:rsidP="000C4E5D">
      <w:pPr>
        <w:pStyle w:val="berschrift6"/>
      </w:pPr>
      <w:bookmarkStart w:id="4" w:name="_Hlk16951666"/>
      <w:r w:rsidRPr="008214E0">
        <w:sym w:font="Wingdings" w:char="F046"/>
      </w:r>
      <w:r w:rsidRPr="008214E0">
        <w:t xml:space="preserve"> </w:t>
      </w:r>
      <w:r>
        <w:t>Tipps:</w:t>
      </w:r>
    </w:p>
    <w:p w14:paraId="29CEDB38" w14:textId="218B2B93" w:rsidR="000C4E5D" w:rsidRPr="004E6C22" w:rsidRDefault="000C4E5D" w:rsidP="000C4E5D">
      <w:pPr>
        <w:pStyle w:val="Auflistung1"/>
        <w:ind w:left="360" w:hangingChars="150" w:hanging="360"/>
      </w:pPr>
      <w:r>
        <w:t>Wenn Sie mehr Kontrolle über die Korrektheit der formulierten Fragen haben möchte</w:t>
      </w:r>
      <w:r w:rsidR="00415C5D">
        <w:t>n</w:t>
      </w:r>
      <w:r>
        <w:t xml:space="preserve">, </w:t>
      </w:r>
      <w:r w:rsidR="000A0896">
        <w:t>können Sie Fragen</w:t>
      </w:r>
      <w:r>
        <w:t xml:space="preserve"> auch an der Tafel sammeln lassen (mehrere Stücke Kreide oder Whiteboard-Marker an die Tafel legen</w:t>
      </w:r>
      <w:r w:rsidR="000A0896">
        <w:t xml:space="preserve">, </w:t>
      </w:r>
      <w:r>
        <w:t xml:space="preserve">die Lernenden </w:t>
      </w:r>
      <w:r w:rsidR="000A0896">
        <w:t xml:space="preserve">schreiben </w:t>
      </w:r>
      <w:r>
        <w:t xml:space="preserve">dann frei an </w:t>
      </w:r>
      <w:bookmarkStart w:id="5" w:name="_GoBack"/>
      <w:bookmarkEnd w:id="5"/>
      <w:r>
        <w:t>die Tafel</w:t>
      </w:r>
      <w:r w:rsidR="000A0896">
        <w:t>)</w:t>
      </w:r>
      <w:r>
        <w:t xml:space="preserve">. Dann </w:t>
      </w:r>
      <w:r w:rsidR="00415C5D">
        <w:t>können Sie</w:t>
      </w:r>
      <w:r>
        <w:t xml:space="preserve"> die Fragen im Plenum gemeinsam durchgehen und die Aussprache noch einmal üben. Allerdings sollten die Lernenden die Sätze dann nicht in die Stempelrally-Kopie eintragen, weil sie sie dann nur noch abzulesen brauchen.</w:t>
      </w:r>
    </w:p>
    <w:p w14:paraId="057D9F43" w14:textId="77777777" w:rsidR="000C4E5D" w:rsidRPr="00644FEC" w:rsidRDefault="000C4E5D" w:rsidP="000C4E5D">
      <w:pPr>
        <w:pStyle w:val="Auflistung1"/>
      </w:pPr>
      <w:r w:rsidRPr="00644FEC">
        <w:rPr>
          <w:rFonts w:hint="eastAsia"/>
        </w:rPr>
        <w:t>A</w:t>
      </w:r>
      <w:r w:rsidRPr="00644FEC">
        <w:t>uch hier sollten die Lernenden gegenseitig darauf aufpassen, dass die Fragen und Antworten zunächst mehrmals wiederholt werden, so dass sie fließend ausgesprochen werden kann</w:t>
      </w:r>
      <w:r>
        <w:t>.</w:t>
      </w:r>
      <w:r w:rsidRPr="00644FEC">
        <w:t xml:space="preserve"> </w:t>
      </w:r>
      <w:r>
        <w:t>(</w:t>
      </w:r>
      <w:r w:rsidRPr="00644FEC">
        <w:t>Wie, bitte-Regel</w:t>
      </w:r>
      <w:r>
        <w:t>: Der Übungspartner soll immer „Wie, bitte?“ sagen, wenn der Satz nicht fließend ausgesprochen wurde.)</w:t>
      </w:r>
      <w:bookmarkEnd w:id="2"/>
    </w:p>
    <w:bookmarkEnd w:id="4"/>
    <w:p w14:paraId="3F5392F3" w14:textId="77777777" w:rsidR="000C4E5D" w:rsidRPr="001A3A60" w:rsidRDefault="000C4E5D" w:rsidP="000C4E5D">
      <w:pPr>
        <w:spacing w:before="0" w:after="0"/>
        <w:rPr>
          <w:rStyle w:val="afc"/>
          <w:szCs w:val="40"/>
        </w:rPr>
      </w:pPr>
    </w:p>
    <w:p w14:paraId="4C30DDD5" w14:textId="77777777" w:rsidR="000C4E5D" w:rsidRPr="000C4E5D" w:rsidRDefault="000C4E5D" w:rsidP="00BC30B0"/>
    <w:sectPr w:rsidR="000C4E5D" w:rsidRPr="000C4E5D" w:rsidSect="003A4106">
      <w:pgSz w:w="11906" w:h="16838"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EEAA9" w14:textId="77777777" w:rsidR="00A87C2D" w:rsidRDefault="00A87C2D">
      <w:r>
        <w:separator/>
      </w:r>
    </w:p>
  </w:endnote>
  <w:endnote w:type="continuationSeparator" w:id="0">
    <w:p w14:paraId="6153A219" w14:textId="77777777" w:rsidR="00A87C2D" w:rsidRDefault="00A87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732E7" w14:textId="77777777" w:rsidR="00A87C2D" w:rsidRDefault="00A87C2D">
      <w:r>
        <w:separator/>
      </w:r>
    </w:p>
  </w:footnote>
  <w:footnote w:type="continuationSeparator" w:id="0">
    <w:p w14:paraId="4228675B" w14:textId="77777777" w:rsidR="00A87C2D" w:rsidRDefault="00A87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777E"/>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shadow/>
        <w:emboss w:val="0"/>
        <w:imprint w:val="0"/>
        <w:color w:val="auto"/>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EAE0E8C"/>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26F30F7"/>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8014B00"/>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D55F80"/>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9"/>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 w:numId="9">
    <w:abstractNumId w:val="3"/>
  </w:num>
  <w:num w:numId="10">
    <w:abstractNumId w:val="5"/>
  </w:num>
  <w:num w:numId="11">
    <w:abstractNumId w:val="7"/>
  </w:num>
  <w:num w:numId="12">
    <w:abstractNumId w:val="11"/>
  </w:num>
  <w:num w:numId="13">
    <w:abstractNumId w:val="10"/>
  </w:num>
  <w:num w:numId="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en-US" w:vendorID="64" w:dllVersion="0" w:nlCheck="1" w:checkStyle="0"/>
  <w:activeWritingStyle w:appName="MSWord" w:lang="de-DE" w:vendorID="64" w:dllVersion="0" w:nlCheck="1" w:checkStyle="0"/>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4442"/>
    <w:rsid w:val="00013A07"/>
    <w:rsid w:val="0001428C"/>
    <w:rsid w:val="00017052"/>
    <w:rsid w:val="00067DEB"/>
    <w:rsid w:val="00082E87"/>
    <w:rsid w:val="00090FB9"/>
    <w:rsid w:val="00094B72"/>
    <w:rsid w:val="00094CDA"/>
    <w:rsid w:val="00095549"/>
    <w:rsid w:val="000A0896"/>
    <w:rsid w:val="000A495F"/>
    <w:rsid w:val="000C2DCE"/>
    <w:rsid w:val="000C4E5D"/>
    <w:rsid w:val="000C5971"/>
    <w:rsid w:val="000D5F40"/>
    <w:rsid w:val="000E0A98"/>
    <w:rsid w:val="000E65A2"/>
    <w:rsid w:val="000F71AF"/>
    <w:rsid w:val="00103461"/>
    <w:rsid w:val="00111247"/>
    <w:rsid w:val="00166CE5"/>
    <w:rsid w:val="00172788"/>
    <w:rsid w:val="001735C4"/>
    <w:rsid w:val="00174B19"/>
    <w:rsid w:val="00185B4C"/>
    <w:rsid w:val="00193497"/>
    <w:rsid w:val="001A35B2"/>
    <w:rsid w:val="001A43F9"/>
    <w:rsid w:val="001B6B8E"/>
    <w:rsid w:val="001D0FE6"/>
    <w:rsid w:val="001D2588"/>
    <w:rsid w:val="001D342B"/>
    <w:rsid w:val="001E0589"/>
    <w:rsid w:val="001F0289"/>
    <w:rsid w:val="00210D3A"/>
    <w:rsid w:val="00211491"/>
    <w:rsid w:val="002161F9"/>
    <w:rsid w:val="00223895"/>
    <w:rsid w:val="00251C60"/>
    <w:rsid w:val="002665F4"/>
    <w:rsid w:val="00266FF6"/>
    <w:rsid w:val="00267A50"/>
    <w:rsid w:val="00274AC0"/>
    <w:rsid w:val="00275E36"/>
    <w:rsid w:val="00280367"/>
    <w:rsid w:val="00283E89"/>
    <w:rsid w:val="002927AB"/>
    <w:rsid w:val="00296274"/>
    <w:rsid w:val="002A1454"/>
    <w:rsid w:val="002A3286"/>
    <w:rsid w:val="002A53BF"/>
    <w:rsid w:val="002B2BCE"/>
    <w:rsid w:val="002B4536"/>
    <w:rsid w:val="002B6281"/>
    <w:rsid w:val="002C40F4"/>
    <w:rsid w:val="002C4B6B"/>
    <w:rsid w:val="002C7C03"/>
    <w:rsid w:val="002D2DD6"/>
    <w:rsid w:val="002D7A1C"/>
    <w:rsid w:val="00302460"/>
    <w:rsid w:val="003073BC"/>
    <w:rsid w:val="00312D7F"/>
    <w:rsid w:val="003140FE"/>
    <w:rsid w:val="003233AF"/>
    <w:rsid w:val="00324899"/>
    <w:rsid w:val="00340037"/>
    <w:rsid w:val="00346C81"/>
    <w:rsid w:val="00361C7D"/>
    <w:rsid w:val="003677C5"/>
    <w:rsid w:val="00370829"/>
    <w:rsid w:val="0037786A"/>
    <w:rsid w:val="00387C54"/>
    <w:rsid w:val="00390E7E"/>
    <w:rsid w:val="00390F6E"/>
    <w:rsid w:val="00391B37"/>
    <w:rsid w:val="003A4106"/>
    <w:rsid w:val="003A5C22"/>
    <w:rsid w:val="003B60ED"/>
    <w:rsid w:val="003C346E"/>
    <w:rsid w:val="003C3D20"/>
    <w:rsid w:val="003E5B86"/>
    <w:rsid w:val="003F3C11"/>
    <w:rsid w:val="003F6497"/>
    <w:rsid w:val="00401CB7"/>
    <w:rsid w:val="00412609"/>
    <w:rsid w:val="00415C5D"/>
    <w:rsid w:val="00420D44"/>
    <w:rsid w:val="00432DEB"/>
    <w:rsid w:val="00440D70"/>
    <w:rsid w:val="004507D0"/>
    <w:rsid w:val="00450CD8"/>
    <w:rsid w:val="004525FA"/>
    <w:rsid w:val="00456355"/>
    <w:rsid w:val="00460E6A"/>
    <w:rsid w:val="004611D7"/>
    <w:rsid w:val="00461C6F"/>
    <w:rsid w:val="004642BE"/>
    <w:rsid w:val="0046713D"/>
    <w:rsid w:val="004703B2"/>
    <w:rsid w:val="00481379"/>
    <w:rsid w:val="004879CA"/>
    <w:rsid w:val="00491569"/>
    <w:rsid w:val="0049212F"/>
    <w:rsid w:val="00492583"/>
    <w:rsid w:val="0049610F"/>
    <w:rsid w:val="004A5C95"/>
    <w:rsid w:val="004B183C"/>
    <w:rsid w:val="004B542B"/>
    <w:rsid w:val="004E3E7E"/>
    <w:rsid w:val="004F4723"/>
    <w:rsid w:val="004F7CCA"/>
    <w:rsid w:val="00510ADC"/>
    <w:rsid w:val="00511F39"/>
    <w:rsid w:val="00515231"/>
    <w:rsid w:val="00517AE8"/>
    <w:rsid w:val="00525382"/>
    <w:rsid w:val="00525EF1"/>
    <w:rsid w:val="00526722"/>
    <w:rsid w:val="005362B0"/>
    <w:rsid w:val="005638B3"/>
    <w:rsid w:val="005641EE"/>
    <w:rsid w:val="00565535"/>
    <w:rsid w:val="00571B8F"/>
    <w:rsid w:val="005830AF"/>
    <w:rsid w:val="00587564"/>
    <w:rsid w:val="00590654"/>
    <w:rsid w:val="00591D2B"/>
    <w:rsid w:val="005B46C6"/>
    <w:rsid w:val="005D2B6D"/>
    <w:rsid w:val="005D30D9"/>
    <w:rsid w:val="005E5E67"/>
    <w:rsid w:val="005F0D42"/>
    <w:rsid w:val="00607736"/>
    <w:rsid w:val="0061387C"/>
    <w:rsid w:val="00630DFF"/>
    <w:rsid w:val="006372A0"/>
    <w:rsid w:val="00644FEC"/>
    <w:rsid w:val="00653F66"/>
    <w:rsid w:val="00654565"/>
    <w:rsid w:val="00673FFE"/>
    <w:rsid w:val="00691C51"/>
    <w:rsid w:val="00691FFB"/>
    <w:rsid w:val="00692F94"/>
    <w:rsid w:val="006A6AD8"/>
    <w:rsid w:val="006A6DA1"/>
    <w:rsid w:val="006C4FC4"/>
    <w:rsid w:val="006D3C1D"/>
    <w:rsid w:val="006F0D41"/>
    <w:rsid w:val="00724EAF"/>
    <w:rsid w:val="00736F6E"/>
    <w:rsid w:val="00741445"/>
    <w:rsid w:val="00745EC0"/>
    <w:rsid w:val="007544E4"/>
    <w:rsid w:val="00754DC3"/>
    <w:rsid w:val="00766F04"/>
    <w:rsid w:val="00767756"/>
    <w:rsid w:val="00780DA0"/>
    <w:rsid w:val="00792051"/>
    <w:rsid w:val="00793826"/>
    <w:rsid w:val="007A0E37"/>
    <w:rsid w:val="007B6A6D"/>
    <w:rsid w:val="007C46F0"/>
    <w:rsid w:val="007C4B1D"/>
    <w:rsid w:val="007D3706"/>
    <w:rsid w:val="007D5B75"/>
    <w:rsid w:val="00813B7C"/>
    <w:rsid w:val="00823DC2"/>
    <w:rsid w:val="008402C6"/>
    <w:rsid w:val="00853DC7"/>
    <w:rsid w:val="00874964"/>
    <w:rsid w:val="00881717"/>
    <w:rsid w:val="00883F39"/>
    <w:rsid w:val="008B7727"/>
    <w:rsid w:val="008F1E78"/>
    <w:rsid w:val="008F41CA"/>
    <w:rsid w:val="0090699C"/>
    <w:rsid w:val="00913A6B"/>
    <w:rsid w:val="00921C4F"/>
    <w:rsid w:val="009275AD"/>
    <w:rsid w:val="009452CD"/>
    <w:rsid w:val="00951EB2"/>
    <w:rsid w:val="009557E8"/>
    <w:rsid w:val="009634E8"/>
    <w:rsid w:val="00966435"/>
    <w:rsid w:val="00975FB5"/>
    <w:rsid w:val="0098709D"/>
    <w:rsid w:val="00990A89"/>
    <w:rsid w:val="009C7B1E"/>
    <w:rsid w:val="009D16F3"/>
    <w:rsid w:val="009D7D42"/>
    <w:rsid w:val="009E0367"/>
    <w:rsid w:val="00A25444"/>
    <w:rsid w:val="00A255FD"/>
    <w:rsid w:val="00A430F8"/>
    <w:rsid w:val="00A4458B"/>
    <w:rsid w:val="00A54E57"/>
    <w:rsid w:val="00A56968"/>
    <w:rsid w:val="00A63C9E"/>
    <w:rsid w:val="00A65216"/>
    <w:rsid w:val="00A7598B"/>
    <w:rsid w:val="00A84B8A"/>
    <w:rsid w:val="00A87C2D"/>
    <w:rsid w:val="00AA3486"/>
    <w:rsid w:val="00AA6402"/>
    <w:rsid w:val="00AB4D10"/>
    <w:rsid w:val="00AC0426"/>
    <w:rsid w:val="00AC072C"/>
    <w:rsid w:val="00AD3CD6"/>
    <w:rsid w:val="00AD69D5"/>
    <w:rsid w:val="00AE75B5"/>
    <w:rsid w:val="00B253BA"/>
    <w:rsid w:val="00B3234C"/>
    <w:rsid w:val="00B33111"/>
    <w:rsid w:val="00B54A54"/>
    <w:rsid w:val="00B811C1"/>
    <w:rsid w:val="00B82DB5"/>
    <w:rsid w:val="00BA29E4"/>
    <w:rsid w:val="00BC30B0"/>
    <w:rsid w:val="00BC370F"/>
    <w:rsid w:val="00BC3A05"/>
    <w:rsid w:val="00BD32DC"/>
    <w:rsid w:val="00BD3AF9"/>
    <w:rsid w:val="00BD4057"/>
    <w:rsid w:val="00BF2E36"/>
    <w:rsid w:val="00BF448F"/>
    <w:rsid w:val="00C21407"/>
    <w:rsid w:val="00C22B80"/>
    <w:rsid w:val="00C26E88"/>
    <w:rsid w:val="00C35509"/>
    <w:rsid w:val="00C4194B"/>
    <w:rsid w:val="00C44D6E"/>
    <w:rsid w:val="00C66936"/>
    <w:rsid w:val="00C84BC0"/>
    <w:rsid w:val="00C9448A"/>
    <w:rsid w:val="00C96B54"/>
    <w:rsid w:val="00CC4442"/>
    <w:rsid w:val="00CD5661"/>
    <w:rsid w:val="00CF18BE"/>
    <w:rsid w:val="00CF69CC"/>
    <w:rsid w:val="00CF6D47"/>
    <w:rsid w:val="00D049B2"/>
    <w:rsid w:val="00D05F35"/>
    <w:rsid w:val="00D12361"/>
    <w:rsid w:val="00D16B2B"/>
    <w:rsid w:val="00D20645"/>
    <w:rsid w:val="00D23630"/>
    <w:rsid w:val="00D4607E"/>
    <w:rsid w:val="00D577FE"/>
    <w:rsid w:val="00D57A9D"/>
    <w:rsid w:val="00D95210"/>
    <w:rsid w:val="00DB773B"/>
    <w:rsid w:val="00DF6C1A"/>
    <w:rsid w:val="00E16C1B"/>
    <w:rsid w:val="00E22FAD"/>
    <w:rsid w:val="00E30018"/>
    <w:rsid w:val="00E337D3"/>
    <w:rsid w:val="00E61489"/>
    <w:rsid w:val="00E74E1C"/>
    <w:rsid w:val="00E75568"/>
    <w:rsid w:val="00EB583B"/>
    <w:rsid w:val="00ED4364"/>
    <w:rsid w:val="00ED667C"/>
    <w:rsid w:val="00ED77C9"/>
    <w:rsid w:val="00EF1C3E"/>
    <w:rsid w:val="00F06F89"/>
    <w:rsid w:val="00F16A93"/>
    <w:rsid w:val="00F3470C"/>
    <w:rsid w:val="00F36460"/>
    <w:rsid w:val="00F447D3"/>
    <w:rsid w:val="00F61C53"/>
    <w:rsid w:val="00F645F1"/>
    <w:rsid w:val="00F77350"/>
    <w:rsid w:val="00F962BD"/>
    <w:rsid w:val="00FA369F"/>
    <w:rsid w:val="00FC20C0"/>
    <w:rsid w:val="00FC4FBE"/>
    <w:rsid w:val="00FD2BE2"/>
    <w:rsid w:val="00FD3C55"/>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FDD2964"/>
  <w15:chartTrackingRefBased/>
  <w15:docId w15:val="{5EDE7FE9-DF71-4B19-AD3F-856D611CD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267A50"/>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customStyle="1" w:styleId="Tabelleeng">
    <w:name w:val="Tabelle eng"/>
    <w:basedOn w:val="a"/>
    <w:uiPriority w:val="2"/>
    <w:qFormat/>
    <w:rsid w:val="008F41CA"/>
    <w:pPr>
      <w:spacing w:before="40" w:after="40" w:line="240" w:lineRule="exact"/>
      <w:jc w:val="left"/>
    </w:pPr>
    <w:rPr>
      <w:bCs/>
      <w:color w:val="000000" w:themeColor="tex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Ohne Rand</Template>
  <TotalTime>74</TotalTime>
  <Pages>2</Pages>
  <Words>354</Words>
  <Characters>2022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20</cp:revision>
  <dcterms:created xsi:type="dcterms:W3CDTF">2018-10-18T02:01:00Z</dcterms:created>
  <dcterms:modified xsi:type="dcterms:W3CDTF">2019-08-21T11:09:00Z</dcterms:modified>
</cp:coreProperties>
</file>